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C708D2" w:rsidRDefault="004B612F" w:rsidP="00C708D2">
      <w:pPr>
        <w:spacing w:after="0" w:line="240" w:lineRule="auto"/>
        <w:rPr>
          <w:rFonts w:ascii="Arial" w:hAnsi="Arial" w:cs="Arial"/>
          <w:b/>
          <w:sz w:val="24"/>
        </w:rPr>
      </w:pPr>
      <w:r w:rsidRPr="00C708D2">
        <w:rPr>
          <w:rFonts w:ascii="Arial" w:hAnsi="Arial" w:cs="Arial"/>
          <w:b/>
          <w:sz w:val="24"/>
        </w:rPr>
        <w:t>Exercice :</w:t>
      </w:r>
    </w:p>
    <w:p w:rsidR="004B612F" w:rsidRPr="00C708D2" w:rsidRDefault="004B612F" w:rsidP="00C708D2">
      <w:pPr>
        <w:spacing w:after="0" w:line="240" w:lineRule="auto"/>
        <w:rPr>
          <w:rFonts w:ascii="Arial" w:hAnsi="Arial" w:cs="Arial"/>
          <w:sz w:val="24"/>
        </w:rPr>
      </w:pPr>
      <w:r w:rsidRPr="00C708D2">
        <w:rPr>
          <w:rFonts w:ascii="Arial" w:hAnsi="Arial" w:cs="Arial"/>
          <w:sz w:val="24"/>
        </w:rPr>
        <w:t xml:space="preserve">Les deux droites sont-elles perpendiculaires ? </w:t>
      </w:r>
    </w:p>
    <w:p w:rsidR="004B612F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  <w:r w:rsidRPr="00C708D2">
        <w:rPr>
          <w:rFonts w:ascii="Arial" w:hAnsi="Arial" w:cs="Arial"/>
          <w:sz w:val="24"/>
        </w:rPr>
        <w:drawing>
          <wp:inline distT="0" distB="0" distL="0" distR="0" wp14:anchorId="3C479546" wp14:editId="439F2A7F">
            <wp:extent cx="2229161" cy="219105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29161" cy="219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08D2">
        <w:rPr>
          <w:rFonts w:ascii="Arial" w:hAnsi="Arial" w:cs="Arial"/>
          <w:sz w:val="24"/>
        </w:rPr>
        <w:t xml:space="preserve"> </w:t>
      </w:r>
      <w:r w:rsidRPr="00C708D2">
        <w:rPr>
          <w:rFonts w:ascii="Arial" w:hAnsi="Arial" w:cs="Arial"/>
          <w:sz w:val="24"/>
        </w:rPr>
        <w:drawing>
          <wp:inline distT="0" distB="0" distL="0" distR="0" wp14:anchorId="05B6ECCC" wp14:editId="008D84D8">
            <wp:extent cx="2095792" cy="2133898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095792" cy="2133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612F" w:rsidRPr="00C708D2" w:rsidRDefault="004B612F" w:rsidP="00C708D2">
      <w:pPr>
        <w:spacing w:after="0" w:line="240" w:lineRule="auto"/>
        <w:rPr>
          <w:rFonts w:ascii="Arial" w:hAnsi="Arial" w:cs="Arial"/>
          <w:b/>
          <w:sz w:val="24"/>
        </w:rPr>
      </w:pPr>
      <w:r w:rsidRPr="00C708D2">
        <w:rPr>
          <w:rFonts w:ascii="Arial" w:hAnsi="Arial" w:cs="Arial"/>
          <w:b/>
          <w:sz w:val="24"/>
        </w:rPr>
        <w:t xml:space="preserve">Exercice : </w:t>
      </w:r>
    </w:p>
    <w:p w:rsidR="004B612F" w:rsidRDefault="004B612F" w:rsidP="00C708D2">
      <w:pPr>
        <w:spacing w:after="0" w:line="240" w:lineRule="auto"/>
        <w:rPr>
          <w:rFonts w:ascii="Arial" w:hAnsi="Arial" w:cs="Arial"/>
          <w:sz w:val="24"/>
        </w:rPr>
      </w:pPr>
      <w:r w:rsidRPr="00C708D2">
        <w:rPr>
          <w:rFonts w:ascii="Arial" w:hAnsi="Arial" w:cs="Arial"/>
          <w:sz w:val="24"/>
        </w:rPr>
        <w:t>Marque les angles droits en rouge sur les figures :</w:t>
      </w: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</w:p>
    <w:p w:rsidR="004B612F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  <w:r w:rsidRPr="00C708D2"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88900</wp:posOffset>
                </wp:positionV>
                <wp:extent cx="1866900" cy="885825"/>
                <wp:effectExtent l="95250" t="190500" r="76200" b="2000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39162">
                          <a:off x="0" y="0"/>
                          <a:ext cx="1866900" cy="885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262FF1" id="Rectangle 3" o:spid="_x0000_s1026" style="position:absolute;margin-left:-1.5pt;margin-top:7pt;width:147pt;height:69.75pt;rotation:-721811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" fillcolor="white [3212]" strokecolor="black [3213]" strokeweight="1.5pt"/>
            </w:pict>
          </mc:Fallback>
        </mc:AlternateContent>
      </w: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  <w:r w:rsidRPr="00C708D2"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2104707</wp:posOffset>
                </wp:positionH>
                <wp:positionV relativeFrom="paragraph">
                  <wp:posOffset>71438</wp:posOffset>
                </wp:positionV>
                <wp:extent cx="1476375" cy="876300"/>
                <wp:effectExtent l="0" t="4762" r="23812" b="23813"/>
                <wp:wrapNone/>
                <wp:docPr id="5" name="Rogner un rectangle avec un coin du même côté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76375" cy="876300"/>
                        </a:xfrm>
                        <a:prstGeom prst="snip2SameRect">
                          <a:avLst>
                            <a:gd name="adj1" fmla="val 48189"/>
                            <a:gd name="adj2" fmla="val 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28FAF" id="Rogner un rectangle avec un coin du même côté 5" o:spid="_x0000_s1026" style="position:absolute;margin-left:165.7pt;margin-top:5.65pt;width:116.25pt;height:69pt;rotation: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76375,87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" path="m422280,r631815,l1476375,422280r,454020l1476375,876300,,876300r,l,422280,422280,xe" fillcolor="white [3212]" strokecolor="black [3213]" strokeweight="1.5pt">
                <v:stroke joinstyle="miter"/>
                <v:path arrowok="t" o:connecttype="custom" o:connectlocs="422280,0;1054095,0;1476375,422280;1476375,876300;1476375,876300;0,876300;0,876300;0,422280;422280,0" o:connectangles="0,0,0,0,0,0,0,0,0"/>
              </v:shape>
            </w:pict>
          </mc:Fallback>
        </mc:AlternateContent>
      </w: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</w:p>
    <w:p w:rsidR="00C708D2" w:rsidRDefault="00C708D2" w:rsidP="00C708D2">
      <w:pPr>
        <w:spacing w:after="0" w:line="240" w:lineRule="auto"/>
        <w:rPr>
          <w:rFonts w:ascii="Arial" w:hAnsi="Arial" w:cs="Arial"/>
          <w:b/>
          <w:sz w:val="24"/>
        </w:rPr>
      </w:pPr>
    </w:p>
    <w:p w:rsidR="00C708D2" w:rsidRDefault="00C708D2" w:rsidP="00C708D2">
      <w:pPr>
        <w:spacing w:after="0" w:line="240" w:lineRule="auto"/>
        <w:rPr>
          <w:rFonts w:ascii="Arial" w:hAnsi="Arial" w:cs="Arial"/>
          <w:b/>
          <w:sz w:val="24"/>
        </w:rPr>
      </w:pPr>
    </w:p>
    <w:p w:rsidR="004B612F" w:rsidRPr="00C708D2" w:rsidRDefault="004B612F" w:rsidP="00C708D2">
      <w:pPr>
        <w:spacing w:after="0" w:line="240" w:lineRule="auto"/>
        <w:rPr>
          <w:rFonts w:ascii="Arial" w:hAnsi="Arial" w:cs="Arial"/>
          <w:b/>
          <w:sz w:val="24"/>
        </w:rPr>
      </w:pPr>
      <w:r w:rsidRPr="00C708D2">
        <w:rPr>
          <w:rFonts w:ascii="Arial" w:hAnsi="Arial" w:cs="Arial"/>
          <w:b/>
          <w:sz w:val="24"/>
        </w:rPr>
        <w:t>Exercice :</w:t>
      </w:r>
    </w:p>
    <w:p w:rsidR="004B612F" w:rsidRPr="00C708D2" w:rsidRDefault="004B612F" w:rsidP="00C708D2">
      <w:pPr>
        <w:spacing w:after="0" w:line="240" w:lineRule="auto"/>
        <w:rPr>
          <w:rFonts w:ascii="Arial" w:hAnsi="Arial" w:cs="Arial"/>
          <w:sz w:val="24"/>
        </w:rPr>
      </w:pPr>
      <w:r w:rsidRPr="00C708D2">
        <w:rPr>
          <w:rFonts w:ascii="Arial" w:hAnsi="Arial" w:cs="Arial"/>
          <w:sz w:val="24"/>
        </w:rPr>
        <w:t xml:space="preserve">Trace la perpendiculaire à la droite qui passe par le point A : </w:t>
      </w:r>
    </w:p>
    <w:p w:rsidR="004B612F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  <w:r w:rsidRPr="00C708D2">
        <w:rPr>
          <w:rFonts w:ascii="Arial" w:hAnsi="Arial" w:cs="Arial"/>
          <w:sz w:val="24"/>
        </w:rPr>
        <w:drawing>
          <wp:inline distT="0" distB="0" distL="0" distR="0" wp14:anchorId="4BA28327" wp14:editId="272836FB">
            <wp:extent cx="4314825" cy="1762352"/>
            <wp:effectExtent l="0" t="0" r="0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7651" cy="1767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b/>
          <w:sz w:val="24"/>
        </w:rPr>
      </w:pPr>
      <w:r w:rsidRPr="00C708D2">
        <w:rPr>
          <w:rFonts w:ascii="Arial" w:hAnsi="Arial" w:cs="Arial"/>
          <w:b/>
          <w:sz w:val="24"/>
        </w:rPr>
        <w:t>Exercice :</w:t>
      </w: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  <w:r w:rsidRPr="00C708D2">
        <w:rPr>
          <w:rFonts w:ascii="Arial" w:hAnsi="Arial" w:cs="Arial"/>
          <w:sz w:val="24"/>
        </w:rPr>
        <w:t xml:space="preserve">Les deux droites sont-elles perpendiculaires ? </w:t>
      </w: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  <w:r w:rsidRPr="00C708D2">
        <w:rPr>
          <w:rFonts w:ascii="Arial" w:hAnsi="Arial" w:cs="Arial"/>
          <w:sz w:val="24"/>
        </w:rPr>
        <w:drawing>
          <wp:inline distT="0" distB="0" distL="0" distR="0" wp14:anchorId="7ED14507" wp14:editId="3D52179A">
            <wp:extent cx="2229161" cy="2191056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29161" cy="219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08D2">
        <w:rPr>
          <w:rFonts w:ascii="Arial" w:hAnsi="Arial" w:cs="Arial"/>
          <w:sz w:val="24"/>
        </w:rPr>
        <w:t xml:space="preserve"> </w:t>
      </w:r>
      <w:r w:rsidRPr="00C708D2">
        <w:rPr>
          <w:rFonts w:ascii="Arial" w:hAnsi="Arial" w:cs="Arial"/>
          <w:sz w:val="24"/>
        </w:rPr>
        <w:drawing>
          <wp:inline distT="0" distB="0" distL="0" distR="0" wp14:anchorId="116044BE" wp14:editId="3539DFAD">
            <wp:extent cx="2095792" cy="2133898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095792" cy="2133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b/>
          <w:sz w:val="24"/>
        </w:rPr>
      </w:pPr>
      <w:r w:rsidRPr="00C708D2">
        <w:rPr>
          <w:rFonts w:ascii="Arial" w:hAnsi="Arial" w:cs="Arial"/>
          <w:b/>
          <w:sz w:val="24"/>
        </w:rPr>
        <w:t xml:space="preserve">Exercice : </w:t>
      </w:r>
    </w:p>
    <w:p w:rsid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  <w:r w:rsidRPr="00C708D2">
        <w:rPr>
          <w:rFonts w:ascii="Arial" w:hAnsi="Arial" w:cs="Arial"/>
          <w:sz w:val="24"/>
        </w:rPr>
        <w:t>Marque les angles droits en rouge sur les figures :</w:t>
      </w: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  <w:r w:rsidRPr="00C708D2"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46C199" wp14:editId="1D7DC494">
                <wp:simplePos x="0" y="0"/>
                <wp:positionH relativeFrom="column">
                  <wp:posOffset>-19050</wp:posOffset>
                </wp:positionH>
                <wp:positionV relativeFrom="paragraph">
                  <wp:posOffset>88900</wp:posOffset>
                </wp:positionV>
                <wp:extent cx="1866900" cy="885825"/>
                <wp:effectExtent l="95250" t="190500" r="76200" b="2000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39162">
                          <a:off x="0" y="0"/>
                          <a:ext cx="1866900" cy="885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BCBCFD" id="Rectangle 7" o:spid="_x0000_s1026" style="position:absolute;margin-left:-1.5pt;margin-top:7pt;width:147pt;height:69.75pt;rotation:-721811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" fillcolor="white [3212]" strokecolor="black [3213]" strokeweight="1.5pt"/>
            </w:pict>
          </mc:Fallback>
        </mc:AlternateContent>
      </w: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  <w:r w:rsidRPr="00C708D2"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EB2BDE" wp14:editId="64FED623">
                <wp:simplePos x="0" y="0"/>
                <wp:positionH relativeFrom="column">
                  <wp:posOffset>2104707</wp:posOffset>
                </wp:positionH>
                <wp:positionV relativeFrom="paragraph">
                  <wp:posOffset>71438</wp:posOffset>
                </wp:positionV>
                <wp:extent cx="1476375" cy="876300"/>
                <wp:effectExtent l="0" t="4762" r="23812" b="23813"/>
                <wp:wrapNone/>
                <wp:docPr id="8" name="Rogner un rectangle avec un coin du même côté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76375" cy="876300"/>
                        </a:xfrm>
                        <a:prstGeom prst="snip2SameRect">
                          <a:avLst>
                            <a:gd name="adj1" fmla="val 48189"/>
                            <a:gd name="adj2" fmla="val 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81808F" id="Rogner un rectangle avec un coin du même côté 8" o:spid="_x0000_s1026" style="position:absolute;margin-left:165.7pt;margin-top:5.65pt;width:116.25pt;height:69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76375,87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" path="m422280,r631815,l1476375,422280r,454020l1476375,876300,,876300r,l,422280,422280,xe" fillcolor="white [3212]" strokecolor="black [3213]" strokeweight="1.5pt">
                <v:stroke joinstyle="miter"/>
                <v:path arrowok="t" o:connecttype="custom" o:connectlocs="422280,0;1054095,0;1476375,422280;1476375,876300;1476375,876300;0,876300;0,876300;0,422280;422280,0" o:connectangles="0,0,0,0,0,0,0,0,0"/>
              </v:shape>
            </w:pict>
          </mc:Fallback>
        </mc:AlternateContent>
      </w: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</w:p>
    <w:p w:rsidR="00C708D2" w:rsidRDefault="00C708D2" w:rsidP="00C708D2">
      <w:pPr>
        <w:spacing w:after="0" w:line="240" w:lineRule="auto"/>
        <w:rPr>
          <w:rFonts w:ascii="Arial" w:hAnsi="Arial" w:cs="Arial"/>
          <w:b/>
          <w:sz w:val="24"/>
        </w:rPr>
      </w:pPr>
    </w:p>
    <w:p w:rsidR="00C708D2" w:rsidRDefault="00C708D2" w:rsidP="00C708D2">
      <w:pPr>
        <w:spacing w:after="0" w:line="240" w:lineRule="auto"/>
        <w:rPr>
          <w:rFonts w:ascii="Arial" w:hAnsi="Arial" w:cs="Arial"/>
          <w:b/>
          <w:sz w:val="24"/>
        </w:rPr>
      </w:pP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b/>
          <w:sz w:val="24"/>
        </w:rPr>
      </w:pPr>
      <w:r w:rsidRPr="00C708D2">
        <w:rPr>
          <w:rFonts w:ascii="Arial" w:hAnsi="Arial" w:cs="Arial"/>
          <w:b/>
          <w:sz w:val="24"/>
        </w:rPr>
        <w:t>Exercice :</w:t>
      </w:r>
    </w:p>
    <w:p w:rsidR="00C708D2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  <w:r w:rsidRPr="00C708D2">
        <w:rPr>
          <w:rFonts w:ascii="Arial" w:hAnsi="Arial" w:cs="Arial"/>
          <w:sz w:val="24"/>
        </w:rPr>
        <w:t xml:space="preserve">Trace la perpendiculaire à la droite qui passe par le point A : </w:t>
      </w:r>
    </w:p>
    <w:p w:rsidR="004B612F" w:rsidRPr="00C708D2" w:rsidRDefault="00C708D2" w:rsidP="00C708D2">
      <w:pPr>
        <w:spacing w:after="0" w:line="240" w:lineRule="auto"/>
        <w:rPr>
          <w:rFonts w:ascii="Arial" w:hAnsi="Arial" w:cs="Arial"/>
          <w:sz w:val="24"/>
        </w:rPr>
      </w:pPr>
      <w:r w:rsidRPr="00C708D2">
        <w:rPr>
          <w:rFonts w:ascii="Arial" w:hAnsi="Arial" w:cs="Arial"/>
          <w:sz w:val="24"/>
        </w:rPr>
        <w:drawing>
          <wp:inline distT="0" distB="0" distL="0" distR="0" wp14:anchorId="1F69EB89" wp14:editId="3D7DB30C">
            <wp:extent cx="4314825" cy="1762352"/>
            <wp:effectExtent l="0" t="0" r="0" b="952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7651" cy="1767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B612F" w:rsidRPr="00C708D2" w:rsidSect="004B612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12F"/>
    <w:rsid w:val="001D645B"/>
    <w:rsid w:val="004B612F"/>
    <w:rsid w:val="005175A3"/>
    <w:rsid w:val="005F7238"/>
    <w:rsid w:val="007E024D"/>
    <w:rsid w:val="00C7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F1A32-93F0-4B16-8BE6-6504AB638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8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2016-12-29T13:42:00Z</dcterms:created>
  <dcterms:modified xsi:type="dcterms:W3CDTF">2016-12-29T13:50:00Z</dcterms:modified>
</cp:coreProperties>
</file>